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32523C" w:rsidP="0032523C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32523C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Alphabet farsi</w:t>
      </w:r>
    </w:p>
    <w:p w:rsidR="0032523C" w:rsidRDefault="0032523C" w:rsidP="0032523C"/>
    <w:p w:rsidR="0032523C" w:rsidRDefault="0032523C" w:rsidP="0032523C"/>
    <w:p w:rsidR="0032523C" w:rsidRDefault="0032523C" w:rsidP="0032523C">
      <w:bookmarkStart w:id="0" w:name="_GoBack"/>
      <w:bookmarkEnd w:id="0"/>
    </w:p>
    <w:p w:rsidR="0032523C" w:rsidRPr="0032523C" w:rsidRDefault="0032523C" w:rsidP="0032523C">
      <w:r>
        <w:rPr>
          <w:noProof/>
        </w:rPr>
        <w:drawing>
          <wp:inline distT="0" distB="0" distL="0" distR="0">
            <wp:extent cx="5762625" cy="6010275"/>
            <wp:effectExtent l="0" t="0" r="9525" b="9525"/>
            <wp:docPr id="1" name="Image 1" descr="C:\Users\SAFAROVT\Desktop\main-qimg-7da59431cb5b8f930c926c6c6e8e5e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main-qimg-7da59431cb5b8f930c926c6c6e8e5e9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01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523C" w:rsidRPr="003252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23C"/>
    <w:rsid w:val="0013656C"/>
    <w:rsid w:val="0032523C"/>
    <w:rsid w:val="0038516C"/>
    <w:rsid w:val="006B3802"/>
    <w:rsid w:val="00B65436"/>
    <w:rsid w:val="00BF49C4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3252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25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3252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25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A7D63-C21D-487F-9B7E-A6B4CAD8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7FF200EA.dotm</Template>
  <TotalTime>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1</cp:revision>
  <dcterms:created xsi:type="dcterms:W3CDTF">2019-07-16T09:42:00Z</dcterms:created>
  <dcterms:modified xsi:type="dcterms:W3CDTF">2019-07-16T09:43:00Z</dcterms:modified>
</cp:coreProperties>
</file>